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7A7" w:rsidRPr="007A62B4" w:rsidRDefault="001837A7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  <w:lang w:val="en-US"/>
        </w:rPr>
        <w:t>C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>ведения</w:t>
      </w:r>
    </w:p>
    <w:p w:rsidR="001837A7" w:rsidRPr="007A62B4" w:rsidRDefault="001837A7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1837A7" w:rsidRPr="007258E2" w:rsidRDefault="001837A7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bCs/>
          <w:i/>
          <w:iCs/>
          <w:sz w:val="28"/>
          <w:szCs w:val="28"/>
          <w:u w:val="single"/>
        </w:rPr>
        <w:t>_главного специалиста   отдела назначения и выплаты пенсий, компенсаций  УСЗН администрации Осинниковского городского округа_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>и членов его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258E2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семьи </w:t>
      </w:r>
    </w:p>
    <w:p w:rsidR="001837A7" w:rsidRPr="007A62B4" w:rsidRDefault="001837A7" w:rsidP="001F4E4D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A62B4">
        <w:rPr>
          <w:rFonts w:ascii="Times New Roman" w:hAnsi="Times New Roman" w:cs="Times New Roman"/>
          <w:b/>
          <w:bCs/>
          <w:sz w:val="28"/>
          <w:szCs w:val="28"/>
        </w:rPr>
        <w:t>за пери</w:t>
      </w:r>
      <w:r>
        <w:rPr>
          <w:rFonts w:ascii="Times New Roman" w:hAnsi="Times New Roman" w:cs="Times New Roman"/>
          <w:b/>
          <w:bCs/>
          <w:sz w:val="28"/>
          <w:szCs w:val="28"/>
        </w:rPr>
        <w:t>од с 1 января по 31 декабря 2013</w:t>
      </w:r>
      <w:r w:rsidRPr="007A62B4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1837A7" w:rsidRPr="001C2E52" w:rsidRDefault="001837A7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545"/>
        <w:gridCol w:w="2092"/>
        <w:gridCol w:w="1721"/>
        <w:gridCol w:w="1152"/>
        <w:gridCol w:w="1677"/>
        <w:gridCol w:w="1694"/>
        <w:gridCol w:w="1721"/>
        <w:gridCol w:w="1152"/>
        <w:gridCol w:w="1677"/>
      </w:tblGrid>
      <w:tr w:rsidR="001837A7" w:rsidRPr="00EB213B">
        <w:trPr>
          <w:trHeight w:val="151"/>
        </w:trPr>
        <w:tc>
          <w:tcPr>
            <w:tcW w:w="2545" w:type="dxa"/>
            <w:vMerge w:val="restart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Ф.И.О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муниципального служащего.</w:t>
            </w:r>
          </w:p>
          <w:p w:rsidR="001837A7" w:rsidRPr="00EB213B" w:rsidRDefault="001837A7" w:rsidP="000932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1837A7" w:rsidRPr="00EB213B">
        <w:trPr>
          <w:trHeight w:val="150"/>
        </w:trPr>
        <w:tc>
          <w:tcPr>
            <w:tcW w:w="2545" w:type="dxa"/>
            <w:vMerge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Площадь (кв.м)</w:t>
            </w:r>
          </w:p>
        </w:tc>
        <w:tc>
          <w:tcPr>
            <w:tcW w:w="1677" w:type="dxa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213B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1837A7" w:rsidRPr="00EB213B">
        <w:trPr>
          <w:trHeight w:val="150"/>
        </w:trPr>
        <w:tc>
          <w:tcPr>
            <w:tcW w:w="2545" w:type="dxa"/>
          </w:tcPr>
          <w:p w:rsidR="001837A7" w:rsidRDefault="001837A7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Колупаева Екатерина Ивановна</w:t>
            </w:r>
          </w:p>
          <w:p w:rsidR="001837A7" w:rsidRPr="00EB213B" w:rsidRDefault="001837A7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1837A7" w:rsidRPr="00EB213B" w:rsidRDefault="001837A7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175781,42</w:t>
            </w:r>
          </w:p>
        </w:tc>
        <w:tc>
          <w:tcPr>
            <w:tcW w:w="1721" w:type="dxa"/>
          </w:tcPr>
          <w:p w:rsidR="001837A7" w:rsidRPr="00EB213B" w:rsidRDefault="001837A7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837A7" w:rsidRPr="00EB213B" w:rsidRDefault="001837A7" w:rsidP="00A13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837A7" w:rsidRPr="00EB213B" w:rsidRDefault="001837A7" w:rsidP="00A1345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94" w:type="dxa"/>
          </w:tcPr>
          <w:p w:rsidR="001837A7" w:rsidRPr="00EB213B" w:rsidRDefault="001837A7" w:rsidP="008A496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837A7" w:rsidRPr="00EB213B" w:rsidRDefault="001837A7" w:rsidP="006C1CD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1837A7" w:rsidRPr="00EB213B">
        <w:trPr>
          <w:trHeight w:val="535"/>
        </w:trPr>
        <w:tc>
          <w:tcPr>
            <w:tcW w:w="2545" w:type="dxa"/>
          </w:tcPr>
          <w:p w:rsidR="001837A7" w:rsidRDefault="001837A7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  <w:p w:rsidR="001837A7" w:rsidRDefault="001837A7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7A7" w:rsidRDefault="001837A7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7A7" w:rsidRDefault="001837A7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7A7" w:rsidRPr="00EB213B" w:rsidRDefault="001837A7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772886,91</w:t>
            </w:r>
          </w:p>
        </w:tc>
        <w:tc>
          <w:tcPr>
            <w:tcW w:w="1721" w:type="dxa"/>
          </w:tcPr>
          <w:p w:rsidR="001837A7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1837A7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1152" w:type="dxa"/>
          </w:tcPr>
          <w:p w:rsidR="001837A7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187,6</w:t>
            </w:r>
          </w:p>
          <w:p w:rsidR="001837A7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1677" w:type="dxa"/>
          </w:tcPr>
          <w:p w:rsidR="001837A7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1837A7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1837A7" w:rsidRPr="00EB213B" w:rsidRDefault="001837A7" w:rsidP="0024555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1837A7" w:rsidRPr="00EB213B" w:rsidRDefault="001837A7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1837A7" w:rsidRDefault="001837A7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837A7" w:rsidRDefault="001837A7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837A7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16CAF"/>
    <w:rsid w:val="0002769B"/>
    <w:rsid w:val="00056ACB"/>
    <w:rsid w:val="00067B76"/>
    <w:rsid w:val="000863C0"/>
    <w:rsid w:val="00093205"/>
    <w:rsid w:val="000B05CB"/>
    <w:rsid w:val="000E37C8"/>
    <w:rsid w:val="000F06A8"/>
    <w:rsid w:val="001452F3"/>
    <w:rsid w:val="001837A7"/>
    <w:rsid w:val="00185547"/>
    <w:rsid w:val="00196D30"/>
    <w:rsid w:val="001A2C9E"/>
    <w:rsid w:val="001B38B0"/>
    <w:rsid w:val="001C2E52"/>
    <w:rsid w:val="001D2E0F"/>
    <w:rsid w:val="001F4E4D"/>
    <w:rsid w:val="00245559"/>
    <w:rsid w:val="0024763F"/>
    <w:rsid w:val="00261464"/>
    <w:rsid w:val="002B3027"/>
    <w:rsid w:val="00313E19"/>
    <w:rsid w:val="003326D4"/>
    <w:rsid w:val="00392ACF"/>
    <w:rsid w:val="003A092C"/>
    <w:rsid w:val="003A1C98"/>
    <w:rsid w:val="004A3DE7"/>
    <w:rsid w:val="004C1D40"/>
    <w:rsid w:val="0052346C"/>
    <w:rsid w:val="00566EC1"/>
    <w:rsid w:val="005B3463"/>
    <w:rsid w:val="00617983"/>
    <w:rsid w:val="00622671"/>
    <w:rsid w:val="006438B5"/>
    <w:rsid w:val="006555E5"/>
    <w:rsid w:val="006C1CDC"/>
    <w:rsid w:val="006C55ED"/>
    <w:rsid w:val="007258E2"/>
    <w:rsid w:val="0075475B"/>
    <w:rsid w:val="00782663"/>
    <w:rsid w:val="007A62B4"/>
    <w:rsid w:val="007E5D9E"/>
    <w:rsid w:val="00833584"/>
    <w:rsid w:val="008371F6"/>
    <w:rsid w:val="00886E89"/>
    <w:rsid w:val="008A496F"/>
    <w:rsid w:val="00904FD6"/>
    <w:rsid w:val="00906482"/>
    <w:rsid w:val="00906DFC"/>
    <w:rsid w:val="00910570"/>
    <w:rsid w:val="00981350"/>
    <w:rsid w:val="009F05D2"/>
    <w:rsid w:val="009F4E40"/>
    <w:rsid w:val="00A13456"/>
    <w:rsid w:val="00A52FA9"/>
    <w:rsid w:val="00AA5718"/>
    <w:rsid w:val="00B111B9"/>
    <w:rsid w:val="00B4358D"/>
    <w:rsid w:val="00BC6E8F"/>
    <w:rsid w:val="00CA528A"/>
    <w:rsid w:val="00CC442F"/>
    <w:rsid w:val="00D7135E"/>
    <w:rsid w:val="00E334EE"/>
    <w:rsid w:val="00E6702C"/>
    <w:rsid w:val="00EB213B"/>
    <w:rsid w:val="00EE151F"/>
    <w:rsid w:val="00F72A2E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2FA9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82</TotalTime>
  <Pages>1</Pages>
  <Words>134</Words>
  <Characters>764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No name</cp:lastModifiedBy>
  <cp:revision>29</cp:revision>
  <cp:lastPrinted>2014-04-16T08:08:00Z</cp:lastPrinted>
  <dcterms:created xsi:type="dcterms:W3CDTF">2013-05-17T08:24:00Z</dcterms:created>
  <dcterms:modified xsi:type="dcterms:W3CDTF">2014-04-16T08:08:00Z</dcterms:modified>
</cp:coreProperties>
</file>