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1A3" w:rsidRPr="007A62B4" w:rsidRDefault="005E61A3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5E61A3" w:rsidRPr="007A62B4" w:rsidRDefault="005E61A3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5E61A3" w:rsidRPr="007258E2" w:rsidRDefault="005E61A3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5E61A3" w:rsidRPr="007A62B4" w:rsidRDefault="005E61A3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5E61A3" w:rsidRPr="001C2E52" w:rsidRDefault="005E61A3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5E61A3" w:rsidRPr="00EB213B">
        <w:trPr>
          <w:trHeight w:val="151"/>
        </w:trPr>
        <w:tc>
          <w:tcPr>
            <w:tcW w:w="2545" w:type="dxa"/>
            <w:vMerge w:val="restart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служащего.</w:t>
            </w:r>
          </w:p>
          <w:p w:rsidR="005E61A3" w:rsidRPr="00EB213B" w:rsidRDefault="005E61A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E61A3" w:rsidRPr="00EB213B">
        <w:trPr>
          <w:trHeight w:val="150"/>
        </w:trPr>
        <w:tc>
          <w:tcPr>
            <w:tcW w:w="2545" w:type="dxa"/>
            <w:vMerge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E61A3" w:rsidRPr="00EB213B">
        <w:trPr>
          <w:trHeight w:val="150"/>
        </w:trPr>
        <w:tc>
          <w:tcPr>
            <w:tcW w:w="2545" w:type="dxa"/>
          </w:tcPr>
          <w:p w:rsidR="005E61A3" w:rsidRDefault="005E61A3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Мокрушина Алена Сергеевна</w:t>
            </w:r>
          </w:p>
          <w:p w:rsidR="005E61A3" w:rsidRPr="00EB213B" w:rsidRDefault="005E61A3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5E61A3" w:rsidRPr="00EB213B" w:rsidRDefault="005E61A3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68426,00</w:t>
            </w:r>
          </w:p>
        </w:tc>
        <w:tc>
          <w:tcPr>
            <w:tcW w:w="1721" w:type="dxa"/>
          </w:tcPr>
          <w:p w:rsidR="005E61A3" w:rsidRPr="00EB213B" w:rsidRDefault="005E61A3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5E61A3" w:rsidRPr="00EB213B" w:rsidRDefault="005E61A3" w:rsidP="00DC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677" w:type="dxa"/>
          </w:tcPr>
          <w:p w:rsidR="005E61A3" w:rsidRPr="00EB213B" w:rsidRDefault="005E61A3" w:rsidP="00DC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E61A3" w:rsidRPr="00EB213B" w:rsidRDefault="005E61A3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E61A3" w:rsidRPr="00EB213B" w:rsidRDefault="005E61A3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61A3" w:rsidRPr="00EB213B">
        <w:trPr>
          <w:trHeight w:val="535"/>
        </w:trPr>
        <w:tc>
          <w:tcPr>
            <w:tcW w:w="2545" w:type="dxa"/>
          </w:tcPr>
          <w:p w:rsidR="005E61A3" w:rsidRPr="00EB213B" w:rsidRDefault="005E61A3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426453,89</w:t>
            </w:r>
          </w:p>
        </w:tc>
        <w:tc>
          <w:tcPr>
            <w:tcW w:w="1721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5E61A3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JD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E61A3" w:rsidRPr="00EB213B" w:rsidRDefault="005E61A3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E61A3" w:rsidRPr="00EB213B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61A3" w:rsidRPr="00EB213B">
        <w:trPr>
          <w:trHeight w:val="535"/>
        </w:trPr>
        <w:tc>
          <w:tcPr>
            <w:tcW w:w="2545" w:type="dxa"/>
          </w:tcPr>
          <w:p w:rsidR="005E61A3" w:rsidRDefault="005E61A3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5E61A3" w:rsidRDefault="005E61A3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5E61A3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E61A3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5E61A3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E61A3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5E61A3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5E61A3" w:rsidRDefault="005E61A3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5E61A3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E61A3" w:rsidRDefault="005E61A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E61A3" w:rsidRDefault="005E61A3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1A3" w:rsidRDefault="005E61A3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E61A3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6ACB"/>
    <w:rsid w:val="00067B76"/>
    <w:rsid w:val="000863C0"/>
    <w:rsid w:val="00093205"/>
    <w:rsid w:val="000B05CB"/>
    <w:rsid w:val="000D7F60"/>
    <w:rsid w:val="000F06A8"/>
    <w:rsid w:val="00163D59"/>
    <w:rsid w:val="00185547"/>
    <w:rsid w:val="00192A62"/>
    <w:rsid w:val="001A2C9E"/>
    <w:rsid w:val="001B38B0"/>
    <w:rsid w:val="001C2E52"/>
    <w:rsid w:val="001D2E0F"/>
    <w:rsid w:val="001F4E4D"/>
    <w:rsid w:val="00245559"/>
    <w:rsid w:val="0024763F"/>
    <w:rsid w:val="00261464"/>
    <w:rsid w:val="002B3027"/>
    <w:rsid w:val="00313E19"/>
    <w:rsid w:val="003326D4"/>
    <w:rsid w:val="00370858"/>
    <w:rsid w:val="00373CA9"/>
    <w:rsid w:val="003A092C"/>
    <w:rsid w:val="004C1D40"/>
    <w:rsid w:val="0052346C"/>
    <w:rsid w:val="0054708D"/>
    <w:rsid w:val="00566EC1"/>
    <w:rsid w:val="005B3463"/>
    <w:rsid w:val="005E61A3"/>
    <w:rsid w:val="00617983"/>
    <w:rsid w:val="00622671"/>
    <w:rsid w:val="006438B5"/>
    <w:rsid w:val="006555E5"/>
    <w:rsid w:val="006C1CDC"/>
    <w:rsid w:val="006C55ED"/>
    <w:rsid w:val="006D515E"/>
    <w:rsid w:val="007258E2"/>
    <w:rsid w:val="00740A84"/>
    <w:rsid w:val="0075475B"/>
    <w:rsid w:val="00754955"/>
    <w:rsid w:val="00782663"/>
    <w:rsid w:val="007A62B4"/>
    <w:rsid w:val="007C2EB8"/>
    <w:rsid w:val="007E5D9E"/>
    <w:rsid w:val="00833584"/>
    <w:rsid w:val="008371F6"/>
    <w:rsid w:val="00886E89"/>
    <w:rsid w:val="008A496F"/>
    <w:rsid w:val="00904FD6"/>
    <w:rsid w:val="00906482"/>
    <w:rsid w:val="00906DFC"/>
    <w:rsid w:val="00910570"/>
    <w:rsid w:val="00981350"/>
    <w:rsid w:val="009F05D2"/>
    <w:rsid w:val="00A52FA9"/>
    <w:rsid w:val="00AB2D4B"/>
    <w:rsid w:val="00B111B9"/>
    <w:rsid w:val="00CA528A"/>
    <w:rsid w:val="00CC442F"/>
    <w:rsid w:val="00CD3984"/>
    <w:rsid w:val="00D7135E"/>
    <w:rsid w:val="00DC0740"/>
    <w:rsid w:val="00E334EE"/>
    <w:rsid w:val="00E62FC1"/>
    <w:rsid w:val="00E6702C"/>
    <w:rsid w:val="00EB213B"/>
    <w:rsid w:val="00EE151F"/>
    <w:rsid w:val="00F438E9"/>
    <w:rsid w:val="00F72A2E"/>
    <w:rsid w:val="00FD0C83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1</Pages>
  <Words>144</Words>
  <Characters>826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30</cp:revision>
  <cp:lastPrinted>2014-04-16T08:09:00Z</cp:lastPrinted>
  <dcterms:created xsi:type="dcterms:W3CDTF">2013-05-17T08:24:00Z</dcterms:created>
  <dcterms:modified xsi:type="dcterms:W3CDTF">2014-04-16T08:09:00Z</dcterms:modified>
</cp:coreProperties>
</file>