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01C" w:rsidRPr="007A62B4" w:rsidRDefault="00CB101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CB101C" w:rsidRPr="007A62B4" w:rsidRDefault="00CB101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CB101C" w:rsidRPr="007258E2" w:rsidRDefault="00CB101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планово-экономического  отдела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</w:t>
      </w:r>
      <w:r w:rsidRPr="0047572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CB101C" w:rsidRPr="007A62B4" w:rsidRDefault="00CB101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CB101C" w:rsidRPr="001C2E52" w:rsidRDefault="00CB101C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CB101C" w:rsidRPr="00EB213B" w:rsidTr="00785E8B">
        <w:trPr>
          <w:trHeight w:val="151"/>
        </w:trPr>
        <w:tc>
          <w:tcPr>
            <w:tcW w:w="2381" w:type="dxa"/>
            <w:vMerge w:val="restart"/>
          </w:tcPr>
          <w:p w:rsidR="00CB101C" w:rsidRPr="00EB213B" w:rsidRDefault="00CB10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  <w:p w:rsidR="00CB101C" w:rsidRPr="00EB213B" w:rsidRDefault="00CB101C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CB101C" w:rsidRPr="00EB213B" w:rsidRDefault="00CB10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CB101C" w:rsidRPr="00EB213B" w:rsidRDefault="00CB10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572" w:type="dxa"/>
            <w:gridSpan w:val="4"/>
          </w:tcPr>
          <w:p w:rsidR="00CB101C" w:rsidRPr="00EB213B" w:rsidRDefault="00CB10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CB101C" w:rsidRPr="00EB213B" w:rsidRDefault="00CB10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B101C" w:rsidRPr="00EB213B" w:rsidTr="00785E8B">
        <w:trPr>
          <w:trHeight w:val="150"/>
        </w:trPr>
        <w:tc>
          <w:tcPr>
            <w:tcW w:w="2381" w:type="dxa"/>
            <w:vMerge/>
          </w:tcPr>
          <w:p w:rsidR="00CB101C" w:rsidRPr="00EB213B" w:rsidRDefault="00CB10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CB101C" w:rsidRPr="00EB213B" w:rsidRDefault="00CB10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B101C" w:rsidRPr="00EB213B" w:rsidRDefault="00CB10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CB101C" w:rsidRPr="00EB213B" w:rsidRDefault="00CB10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CB101C" w:rsidRPr="00EB213B" w:rsidRDefault="00CB10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CB101C" w:rsidRPr="00EB213B" w:rsidRDefault="00CB10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CB101C" w:rsidRPr="00EB213B" w:rsidRDefault="00CB10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CB101C" w:rsidRPr="00EB213B" w:rsidRDefault="00CB10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CB101C" w:rsidRPr="00EB213B" w:rsidRDefault="00CB10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B101C" w:rsidRPr="00EB213B" w:rsidTr="00785E8B">
        <w:trPr>
          <w:trHeight w:val="150"/>
        </w:trPr>
        <w:tc>
          <w:tcPr>
            <w:tcW w:w="2381" w:type="dxa"/>
          </w:tcPr>
          <w:p w:rsidR="00CB101C" w:rsidRPr="00EB213B" w:rsidRDefault="00CB101C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Ивкина Вера Викторовна</w:t>
            </w:r>
          </w:p>
        </w:tc>
        <w:tc>
          <w:tcPr>
            <w:tcW w:w="2092" w:type="dxa"/>
          </w:tcPr>
          <w:p w:rsidR="00CB101C" w:rsidRPr="00EB213B" w:rsidRDefault="00CB101C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188808,29</w:t>
            </w:r>
          </w:p>
        </w:tc>
        <w:tc>
          <w:tcPr>
            <w:tcW w:w="2049" w:type="dxa"/>
          </w:tcPr>
          <w:p w:rsidR="00CB101C" w:rsidRDefault="00CB101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CB101C" w:rsidRDefault="00CB101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01C" w:rsidRDefault="00CB101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(садовый)</w:t>
            </w:r>
          </w:p>
          <w:p w:rsidR="00CB101C" w:rsidRDefault="00CB101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01C" w:rsidRDefault="00CB101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01C" w:rsidRDefault="00CB101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CB101C" w:rsidRDefault="00CB101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01C" w:rsidRPr="00EB213B" w:rsidRDefault="00CB101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52" w:type="dxa"/>
          </w:tcPr>
          <w:p w:rsidR="00CB101C" w:rsidRDefault="00CB101C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  <w:p w:rsidR="00CB101C" w:rsidRDefault="00CB101C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01C" w:rsidRDefault="00CB101C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CB101C" w:rsidRDefault="00CB101C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01C" w:rsidRDefault="00CB101C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  <w:p w:rsidR="00CB101C" w:rsidRPr="00EB213B" w:rsidRDefault="00CB101C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77" w:type="dxa"/>
          </w:tcPr>
          <w:p w:rsidR="00CB101C" w:rsidRDefault="00CB101C" w:rsidP="0024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101C" w:rsidRDefault="00CB101C" w:rsidP="0024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01C" w:rsidRDefault="00CB101C" w:rsidP="0024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101C" w:rsidRDefault="00CB101C" w:rsidP="0024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01C" w:rsidRDefault="00CB101C" w:rsidP="0024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B101C" w:rsidRPr="00EB213B" w:rsidRDefault="00CB101C" w:rsidP="0024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B101C" w:rsidRPr="00EB213B" w:rsidRDefault="00CB101C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B101C" w:rsidRPr="00EB213B" w:rsidRDefault="00CB101C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B101C" w:rsidRPr="00EB213B" w:rsidRDefault="00CB10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B101C" w:rsidRPr="00EB213B" w:rsidRDefault="00CB101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B101C" w:rsidRDefault="00CB101C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101C" w:rsidRDefault="00CB101C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101C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7B76"/>
    <w:rsid w:val="00093205"/>
    <w:rsid w:val="000B05CB"/>
    <w:rsid w:val="000F06A8"/>
    <w:rsid w:val="00185547"/>
    <w:rsid w:val="001A2C9E"/>
    <w:rsid w:val="001B38B0"/>
    <w:rsid w:val="001C2E52"/>
    <w:rsid w:val="001D2E0F"/>
    <w:rsid w:val="001F4E4D"/>
    <w:rsid w:val="00245559"/>
    <w:rsid w:val="0024763F"/>
    <w:rsid w:val="00275070"/>
    <w:rsid w:val="002B3027"/>
    <w:rsid w:val="003326D4"/>
    <w:rsid w:val="003437F2"/>
    <w:rsid w:val="00383FF2"/>
    <w:rsid w:val="003A092C"/>
    <w:rsid w:val="00475726"/>
    <w:rsid w:val="0048232B"/>
    <w:rsid w:val="004C1D40"/>
    <w:rsid w:val="0052346C"/>
    <w:rsid w:val="00566EC1"/>
    <w:rsid w:val="00617983"/>
    <w:rsid w:val="006520CD"/>
    <w:rsid w:val="006555E5"/>
    <w:rsid w:val="006C1CDC"/>
    <w:rsid w:val="006C55ED"/>
    <w:rsid w:val="0071271B"/>
    <w:rsid w:val="007258E2"/>
    <w:rsid w:val="0075475B"/>
    <w:rsid w:val="00782663"/>
    <w:rsid w:val="00785E8B"/>
    <w:rsid w:val="007860E2"/>
    <w:rsid w:val="00793B33"/>
    <w:rsid w:val="007A62B4"/>
    <w:rsid w:val="00833584"/>
    <w:rsid w:val="008371F6"/>
    <w:rsid w:val="00861F71"/>
    <w:rsid w:val="00875670"/>
    <w:rsid w:val="00886E89"/>
    <w:rsid w:val="008A496F"/>
    <w:rsid w:val="008C5DFE"/>
    <w:rsid w:val="00906482"/>
    <w:rsid w:val="00906DFC"/>
    <w:rsid w:val="00910570"/>
    <w:rsid w:val="00931D25"/>
    <w:rsid w:val="00981350"/>
    <w:rsid w:val="00A52FA9"/>
    <w:rsid w:val="00B111B9"/>
    <w:rsid w:val="00B76C12"/>
    <w:rsid w:val="00BB5F0B"/>
    <w:rsid w:val="00C20AC3"/>
    <w:rsid w:val="00CA528A"/>
    <w:rsid w:val="00CB101C"/>
    <w:rsid w:val="00CC442F"/>
    <w:rsid w:val="00D7135E"/>
    <w:rsid w:val="00D84305"/>
    <w:rsid w:val="00E334EE"/>
    <w:rsid w:val="00EB213B"/>
    <w:rsid w:val="00F72A2E"/>
    <w:rsid w:val="00FD41DA"/>
    <w:rsid w:val="00FF6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Pages>1</Pages>
  <Words>130</Words>
  <Characters>747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28</cp:revision>
  <cp:lastPrinted>2014-04-07T07:48:00Z</cp:lastPrinted>
  <dcterms:created xsi:type="dcterms:W3CDTF">2013-05-17T08:24:00Z</dcterms:created>
  <dcterms:modified xsi:type="dcterms:W3CDTF">2014-04-16T05:48:00Z</dcterms:modified>
</cp:coreProperties>
</file>