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66" w:rsidRPr="00A77DA1" w:rsidRDefault="008D4D66" w:rsidP="00C449DA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.55pt;margin-top:14pt;width:55.6pt;height:66pt;z-index:251658240;visibility:visible">
            <v:imagedata r:id="rId7" o:title=""/>
            <w10:wrap type="topAndBottom"/>
          </v:shape>
        </w:pict>
      </w:r>
    </w:p>
    <w:p w:rsidR="008D4D66" w:rsidRPr="00AE60A1" w:rsidRDefault="008D4D66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РОССИЙСКАЯ ФЕДЕРАЦИЯ</w:t>
      </w:r>
    </w:p>
    <w:p w:rsidR="008D4D66" w:rsidRPr="00AE60A1" w:rsidRDefault="008D4D66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Кемеровская область</w:t>
      </w:r>
    </w:p>
    <w:p w:rsidR="008D4D66" w:rsidRPr="00AE60A1" w:rsidRDefault="008D4D66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Муниципальное образование – Осинниковский городской округ</w:t>
      </w:r>
    </w:p>
    <w:p w:rsidR="008D4D66" w:rsidRPr="00AE60A1" w:rsidRDefault="008D4D66" w:rsidP="00C449DA">
      <w:pPr>
        <w:jc w:val="center"/>
        <w:rPr>
          <w:sz w:val="28"/>
          <w:szCs w:val="28"/>
        </w:rPr>
      </w:pPr>
      <w:r w:rsidRPr="00AE60A1">
        <w:rPr>
          <w:sz w:val="28"/>
          <w:szCs w:val="28"/>
        </w:rPr>
        <w:t>Администрация Осинниковского городского округа</w:t>
      </w:r>
    </w:p>
    <w:p w:rsidR="008D4D66" w:rsidRPr="00A77DA1" w:rsidRDefault="008D4D66" w:rsidP="00C449DA">
      <w:pPr>
        <w:jc w:val="center"/>
        <w:rPr>
          <w:sz w:val="28"/>
          <w:szCs w:val="28"/>
        </w:rPr>
      </w:pPr>
    </w:p>
    <w:p w:rsidR="008D4D66" w:rsidRPr="00A77DA1" w:rsidRDefault="008D4D66" w:rsidP="00C449DA">
      <w:pPr>
        <w:pStyle w:val="Heading1"/>
        <w:rPr>
          <w:b w:val="0"/>
          <w:sz w:val="28"/>
          <w:szCs w:val="28"/>
        </w:rPr>
      </w:pPr>
    </w:p>
    <w:p w:rsidR="008D4D66" w:rsidRPr="00286CE5" w:rsidRDefault="008D4D66" w:rsidP="00C449DA">
      <w:pPr>
        <w:pStyle w:val="Heading1"/>
        <w:rPr>
          <w:szCs w:val="32"/>
        </w:rPr>
      </w:pPr>
      <w:r w:rsidRPr="00286CE5">
        <w:rPr>
          <w:szCs w:val="32"/>
        </w:rPr>
        <w:t>ПОСТАНОВЛЕНИЕ</w:t>
      </w:r>
    </w:p>
    <w:p w:rsidR="008D4D66" w:rsidRPr="005F422E" w:rsidRDefault="008D4D66" w:rsidP="00C449DA">
      <w:pPr>
        <w:rPr>
          <w:sz w:val="28"/>
          <w:szCs w:val="28"/>
        </w:rPr>
      </w:pPr>
    </w:p>
    <w:p w:rsidR="008D4D66" w:rsidRPr="005F422E" w:rsidRDefault="008D4D66" w:rsidP="00C449DA">
      <w:pPr>
        <w:rPr>
          <w:sz w:val="28"/>
          <w:szCs w:val="28"/>
        </w:rPr>
      </w:pPr>
    </w:p>
    <w:p w:rsidR="008D4D66" w:rsidRPr="005F422E" w:rsidRDefault="008D4D66" w:rsidP="00C449DA">
      <w:pPr>
        <w:jc w:val="both"/>
        <w:rPr>
          <w:sz w:val="28"/>
          <w:szCs w:val="28"/>
        </w:rPr>
      </w:pPr>
      <w:r>
        <w:rPr>
          <w:sz w:val="28"/>
          <w:szCs w:val="28"/>
        </w:rPr>
        <w:t>23.04.2015                                                                                        №331-нп</w:t>
      </w:r>
    </w:p>
    <w:p w:rsidR="008D4D66" w:rsidRPr="005F422E" w:rsidRDefault="008D4D66" w:rsidP="00C449DA">
      <w:pPr>
        <w:jc w:val="both"/>
        <w:rPr>
          <w:sz w:val="28"/>
          <w:szCs w:val="28"/>
        </w:rPr>
      </w:pPr>
    </w:p>
    <w:p w:rsidR="008D4D66" w:rsidRDefault="008D4D66" w:rsidP="00EE229B">
      <w:pPr>
        <w:rPr>
          <w:b/>
          <w:sz w:val="24"/>
          <w:szCs w:val="24"/>
        </w:rPr>
      </w:pPr>
    </w:p>
    <w:p w:rsidR="008D4D66" w:rsidRPr="0081044B" w:rsidRDefault="008D4D66" w:rsidP="00EE229B">
      <w:pPr>
        <w:rPr>
          <w:sz w:val="28"/>
          <w:szCs w:val="28"/>
        </w:rPr>
      </w:pPr>
      <w:r w:rsidRPr="0081044B">
        <w:rPr>
          <w:sz w:val="28"/>
          <w:szCs w:val="28"/>
        </w:rPr>
        <w:t>Об определении гарантирующей организации</w:t>
      </w:r>
    </w:p>
    <w:p w:rsidR="008D4D66" w:rsidRPr="0081044B" w:rsidRDefault="008D4D66" w:rsidP="00EE229B">
      <w:pPr>
        <w:rPr>
          <w:sz w:val="28"/>
          <w:szCs w:val="28"/>
        </w:rPr>
      </w:pPr>
      <w:r w:rsidRPr="0081044B">
        <w:rPr>
          <w:sz w:val="28"/>
          <w:szCs w:val="28"/>
        </w:rPr>
        <w:t>в сфере холодного водоснабжения и водоотведения</w:t>
      </w:r>
      <w:r w:rsidRPr="0081044B">
        <w:rPr>
          <w:sz w:val="28"/>
          <w:szCs w:val="28"/>
        </w:rPr>
        <w:br/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 w:rsidRPr="0081044B">
        <w:rPr>
          <w:sz w:val="28"/>
          <w:szCs w:val="28"/>
        </w:rPr>
        <w:t>В соответствии с Федеральным законом от 06.10.2003 г.  № 131-ФЗ «Об общих принципах организации местного самоуправления в Российской Федерации», в целях реализации Федерального закона от 07.12.2011 г. № 416 – ФЗ «О водоснабжении и водоотведении», в соответствии с Уставом Осинниковского городского округа</w:t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1044B">
        <w:rPr>
          <w:sz w:val="28"/>
          <w:szCs w:val="28"/>
        </w:rPr>
        <w:t xml:space="preserve">Определить гарантирующей организацией в сфере холодного водоснабжения и водоотведения на территории Осинниковского городского округа  Муниципальное унитарное предприятие Осинниковского городского округа «Водоканал».  </w:t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 w:rsidRPr="0081044B">
        <w:rPr>
          <w:rFonts w:ascii="TimesNewRoman" w:hAnsi="TimesNewRoman" w:cs="TimesNewRoman"/>
          <w:sz w:val="28"/>
          <w:szCs w:val="28"/>
        </w:rPr>
        <w:t xml:space="preserve"> </w:t>
      </w:r>
      <w:r w:rsidRPr="0081044B">
        <w:rPr>
          <w:sz w:val="28"/>
          <w:szCs w:val="28"/>
        </w:rPr>
        <w:t xml:space="preserve">2.Установить зоной деятельности Муниципального унитарного предприятия Осинниковского городского округа «Водоканал», наделенного статусом гарантирующей организации - территорию муниципального образования Осинниковский городского округ. </w:t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1044B">
        <w:rPr>
          <w:sz w:val="28"/>
          <w:szCs w:val="28"/>
        </w:rPr>
        <w:t>В своей деятельности Муниципальное унитарное предприятие Осинниковского городского округа «Водоканал», должно руководствоваться требованиями Федерального закона от 07 декабря 2011 года № 416 – ФЗ «О водоснабжении и водоотведении»:</w:t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 w:rsidRPr="0081044B">
        <w:rPr>
          <w:sz w:val="28"/>
          <w:szCs w:val="28"/>
        </w:rPr>
        <w:t>3.1. Обеспечить холодное водоснабжение и водоотведение абонентов, присоединенных в установленном порядке к централизованной системе холодного водоснабжения и водоотведения;</w:t>
      </w: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  <w:r w:rsidRPr="0081044B">
        <w:rPr>
          <w:sz w:val="28"/>
          <w:szCs w:val="28"/>
        </w:rPr>
        <w:t xml:space="preserve">3.2. Заключить договоры, необходимые для обеспечения надежного и бесперебойного холодного водоснабжения и водоотведения в соответствии с требованиями законодательства Российской Федерации.  </w:t>
      </w:r>
    </w:p>
    <w:p w:rsidR="008D4D66" w:rsidRDefault="008D4D66" w:rsidP="00EE22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1044B">
        <w:rPr>
          <w:sz w:val="28"/>
          <w:szCs w:val="28"/>
        </w:rPr>
        <w:t>Опубликовать данное постановление в газете «Время и жизнь» и разместить на официальном сайте Администрации Осинниковского городского округа.</w:t>
      </w:r>
    </w:p>
    <w:p w:rsidR="008D4D66" w:rsidRDefault="008D4D66" w:rsidP="00EE229B">
      <w:pPr>
        <w:ind w:firstLine="709"/>
        <w:jc w:val="both"/>
        <w:rPr>
          <w:sz w:val="28"/>
          <w:szCs w:val="28"/>
        </w:rPr>
      </w:pPr>
    </w:p>
    <w:p w:rsidR="008D4D66" w:rsidRPr="0081044B" w:rsidRDefault="008D4D66" w:rsidP="00EE229B">
      <w:pPr>
        <w:ind w:firstLine="709"/>
        <w:jc w:val="both"/>
        <w:rPr>
          <w:sz w:val="28"/>
          <w:szCs w:val="28"/>
        </w:rPr>
      </w:pPr>
    </w:p>
    <w:p w:rsidR="008D4D66" w:rsidRPr="0081044B" w:rsidRDefault="008D4D66" w:rsidP="0081044B">
      <w:pPr>
        <w:autoSpaceDE w:val="0"/>
        <w:autoSpaceDN w:val="0"/>
        <w:adjustRightInd w:val="0"/>
        <w:rPr>
          <w:rFonts w:ascii="TimesNewRoman" w:hAnsi="TimesNewRoman" w:cs="TimesNewRoman"/>
          <w:color w:val="333333"/>
          <w:sz w:val="28"/>
          <w:szCs w:val="28"/>
        </w:rPr>
      </w:pPr>
      <w:r w:rsidRPr="0081044B">
        <w:rPr>
          <w:rFonts w:ascii="TimesNewRoman" w:hAnsi="TimesNewRoman" w:cs="TimesNewRoman"/>
          <w:color w:val="333333"/>
          <w:sz w:val="28"/>
          <w:szCs w:val="28"/>
        </w:rPr>
        <w:t xml:space="preserve">          </w:t>
      </w:r>
      <w:r>
        <w:rPr>
          <w:color w:val="333333"/>
          <w:sz w:val="28"/>
          <w:szCs w:val="28"/>
        </w:rPr>
        <w:t xml:space="preserve">5.Настоящее постановление </w:t>
      </w:r>
      <w:r w:rsidRPr="0081044B">
        <w:rPr>
          <w:color w:val="333333"/>
          <w:sz w:val="28"/>
          <w:szCs w:val="28"/>
        </w:rPr>
        <w:t xml:space="preserve"> вступает</w:t>
      </w:r>
      <w:r>
        <w:rPr>
          <w:color w:val="333333"/>
          <w:sz w:val="28"/>
          <w:szCs w:val="28"/>
        </w:rPr>
        <w:t xml:space="preserve"> в силу со дня </w:t>
      </w:r>
      <w:r w:rsidRPr="008104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его официального опубликования.</w:t>
      </w:r>
      <w:r w:rsidRPr="0081044B">
        <w:rPr>
          <w:color w:val="333333"/>
          <w:sz w:val="28"/>
          <w:szCs w:val="28"/>
        </w:rPr>
        <w:t xml:space="preserve"> </w:t>
      </w:r>
      <w:r w:rsidRPr="0081044B">
        <w:rPr>
          <w:color w:val="333333"/>
          <w:sz w:val="28"/>
          <w:szCs w:val="28"/>
        </w:rPr>
        <w:tab/>
      </w:r>
    </w:p>
    <w:p w:rsidR="008D4D66" w:rsidRPr="0081044B" w:rsidRDefault="008D4D66" w:rsidP="00EE229B">
      <w:pPr>
        <w:rPr>
          <w:sz w:val="28"/>
          <w:szCs w:val="28"/>
        </w:rPr>
      </w:pPr>
      <w:r w:rsidRPr="0081044B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6.</w:t>
      </w:r>
      <w:r w:rsidRPr="0081044B">
        <w:rPr>
          <w:color w:val="000000"/>
          <w:sz w:val="28"/>
          <w:szCs w:val="28"/>
        </w:rPr>
        <w:t>Контроль за исполнением настоящего постановления возложить на Первого заместителя Главы Осинниковского городского округа.</w:t>
      </w:r>
    </w:p>
    <w:p w:rsidR="008D4D66" w:rsidRPr="0081044B" w:rsidRDefault="008D4D66" w:rsidP="00C449DA">
      <w:pPr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Default="008D4D66" w:rsidP="008B4A00">
      <w:pPr>
        <w:jc w:val="both"/>
        <w:rPr>
          <w:sz w:val="28"/>
          <w:szCs w:val="28"/>
        </w:rPr>
      </w:pPr>
    </w:p>
    <w:p w:rsidR="008D4D66" w:rsidRPr="0081044B" w:rsidRDefault="008D4D66" w:rsidP="008B4A00">
      <w:pPr>
        <w:jc w:val="both"/>
        <w:rPr>
          <w:sz w:val="28"/>
          <w:szCs w:val="28"/>
        </w:rPr>
      </w:pPr>
    </w:p>
    <w:p w:rsidR="008D4D66" w:rsidRPr="0081044B" w:rsidRDefault="008D4D66" w:rsidP="00580EC4">
      <w:pPr>
        <w:jc w:val="both"/>
        <w:rPr>
          <w:sz w:val="28"/>
          <w:szCs w:val="28"/>
        </w:rPr>
      </w:pPr>
      <w:r w:rsidRPr="0081044B">
        <w:rPr>
          <w:sz w:val="28"/>
          <w:szCs w:val="28"/>
        </w:rPr>
        <w:t xml:space="preserve">Глава Осинниковского </w:t>
      </w:r>
    </w:p>
    <w:p w:rsidR="008D4D66" w:rsidRPr="0081044B" w:rsidRDefault="008D4D66" w:rsidP="00580EC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 округа                                                                           И.В.Романов</w:t>
      </w:r>
    </w:p>
    <w:p w:rsidR="008D4D66" w:rsidRPr="0081044B" w:rsidRDefault="008D4D66" w:rsidP="00580EC4">
      <w:pPr>
        <w:rPr>
          <w:sz w:val="28"/>
          <w:szCs w:val="28"/>
        </w:rPr>
      </w:pPr>
    </w:p>
    <w:p w:rsidR="008D4D66" w:rsidRPr="0081044B" w:rsidRDefault="008D4D66" w:rsidP="00580EC4">
      <w:pPr>
        <w:rPr>
          <w:sz w:val="28"/>
          <w:szCs w:val="28"/>
        </w:rPr>
      </w:pPr>
    </w:p>
    <w:p w:rsidR="008D4D66" w:rsidRPr="0081044B" w:rsidRDefault="008D4D66" w:rsidP="00580EC4">
      <w:pPr>
        <w:rPr>
          <w:sz w:val="28"/>
          <w:szCs w:val="28"/>
        </w:rPr>
      </w:pPr>
    </w:p>
    <w:p w:rsidR="008D4D66" w:rsidRPr="0081044B" w:rsidRDefault="008D4D66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4D66" w:rsidRDefault="008D4D66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044B">
        <w:rPr>
          <w:sz w:val="28"/>
          <w:szCs w:val="28"/>
        </w:rPr>
        <w:t xml:space="preserve">С Постановлением ознакомлен, </w:t>
      </w:r>
    </w:p>
    <w:p w:rsidR="008D4D66" w:rsidRPr="0081044B" w:rsidRDefault="008D4D66" w:rsidP="00580E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возложением обязанностей согласен                                     А.В.Глумов                                        </w:t>
      </w:r>
    </w:p>
    <w:p w:rsidR="008D4D66" w:rsidRPr="0081044B" w:rsidRDefault="008D4D66" w:rsidP="00580EC4">
      <w:pPr>
        <w:jc w:val="both"/>
        <w:rPr>
          <w:sz w:val="28"/>
          <w:szCs w:val="28"/>
        </w:rPr>
      </w:pPr>
    </w:p>
    <w:p w:rsidR="008D4D66" w:rsidRPr="0081044B" w:rsidRDefault="008D4D66" w:rsidP="00C449DA">
      <w:pPr>
        <w:jc w:val="both"/>
        <w:rPr>
          <w:sz w:val="28"/>
          <w:szCs w:val="28"/>
        </w:rPr>
      </w:pPr>
    </w:p>
    <w:p w:rsidR="008D4D66" w:rsidRPr="005F422E" w:rsidRDefault="008D4D66" w:rsidP="00C449DA">
      <w:pPr>
        <w:jc w:val="both"/>
        <w:rPr>
          <w:sz w:val="28"/>
          <w:szCs w:val="28"/>
        </w:rPr>
      </w:pPr>
    </w:p>
    <w:p w:rsidR="008D4D66" w:rsidRPr="005F422E" w:rsidRDefault="008D4D66" w:rsidP="00C449DA">
      <w:pPr>
        <w:jc w:val="both"/>
        <w:rPr>
          <w:sz w:val="28"/>
          <w:szCs w:val="28"/>
        </w:rPr>
      </w:pPr>
    </w:p>
    <w:p w:rsidR="008D4D66" w:rsidRPr="005F422E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Default="008D4D66" w:rsidP="00946C86">
      <w:pPr>
        <w:rPr>
          <w:sz w:val="28"/>
          <w:szCs w:val="28"/>
        </w:rPr>
      </w:pPr>
    </w:p>
    <w:p w:rsidR="008D4D66" w:rsidRPr="00EE229B" w:rsidRDefault="008D4D66" w:rsidP="00946C86">
      <w:r w:rsidRPr="00EE229B">
        <w:t>Исп.Заподовникова Н.Ю.</w:t>
      </w:r>
    </w:p>
    <w:p w:rsidR="008D4D66" w:rsidRPr="00EE229B" w:rsidRDefault="008D4D66" w:rsidP="00946C86">
      <w:r w:rsidRPr="00EE229B">
        <w:t>4-33-72</w:t>
      </w:r>
    </w:p>
    <w:p w:rsidR="008D4D66" w:rsidRPr="00EE229B" w:rsidRDefault="008D4D66" w:rsidP="00946C86">
      <w:r w:rsidRPr="00EE229B">
        <w:t>Амбросова  Л.В.</w:t>
      </w:r>
    </w:p>
    <w:p w:rsidR="008D4D66" w:rsidRPr="00EE229B" w:rsidRDefault="008D4D66" w:rsidP="00946C86">
      <w:r w:rsidRPr="00EE229B">
        <w:t>4-22-53</w:t>
      </w:r>
    </w:p>
    <w:p w:rsidR="008D4D66" w:rsidRPr="005F422E" w:rsidRDefault="008D4D66" w:rsidP="00946C86">
      <w:pPr>
        <w:rPr>
          <w:sz w:val="28"/>
          <w:szCs w:val="28"/>
        </w:rPr>
      </w:pPr>
    </w:p>
    <w:p w:rsidR="008D4D66" w:rsidRPr="005F422E" w:rsidRDefault="008D4D66" w:rsidP="00946C86">
      <w:pPr>
        <w:rPr>
          <w:sz w:val="28"/>
          <w:szCs w:val="28"/>
        </w:rPr>
      </w:pPr>
    </w:p>
    <w:p w:rsidR="008D4D66" w:rsidRPr="005F422E" w:rsidRDefault="008D4D66" w:rsidP="00946C86">
      <w:pPr>
        <w:rPr>
          <w:sz w:val="28"/>
          <w:szCs w:val="28"/>
        </w:rPr>
      </w:pPr>
    </w:p>
    <w:p w:rsidR="008D4D66" w:rsidRPr="005F422E" w:rsidRDefault="008D4D66" w:rsidP="00946C86">
      <w:pPr>
        <w:rPr>
          <w:sz w:val="28"/>
          <w:szCs w:val="28"/>
        </w:rPr>
      </w:pPr>
    </w:p>
    <w:p w:rsidR="008D4D66" w:rsidRDefault="008D4D66" w:rsidP="00A77DA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4D66" w:rsidRDefault="008D4D66" w:rsidP="00A77DA1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4D66" w:rsidRPr="005F422E" w:rsidRDefault="008D4D66" w:rsidP="00801744">
      <w:pPr>
        <w:jc w:val="center"/>
        <w:rPr>
          <w:sz w:val="28"/>
          <w:szCs w:val="28"/>
        </w:rPr>
      </w:pPr>
    </w:p>
    <w:sectPr w:rsidR="008D4D66" w:rsidRPr="005F422E" w:rsidSect="00CB464A">
      <w:pgSz w:w="11906" w:h="16838"/>
      <w:pgMar w:top="533" w:right="1134" w:bottom="284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66" w:rsidRDefault="008D4D66" w:rsidP="00664CE3">
      <w:r>
        <w:separator/>
      </w:r>
    </w:p>
  </w:endnote>
  <w:endnote w:type="continuationSeparator" w:id="0">
    <w:p w:rsidR="008D4D66" w:rsidRDefault="008D4D66" w:rsidP="00664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66" w:rsidRDefault="008D4D66" w:rsidP="00664CE3">
      <w:r>
        <w:separator/>
      </w:r>
    </w:p>
  </w:footnote>
  <w:footnote w:type="continuationSeparator" w:id="0">
    <w:p w:rsidR="008D4D66" w:rsidRDefault="008D4D66" w:rsidP="00664C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D7E"/>
    <w:multiLevelType w:val="hybridMultilevel"/>
    <w:tmpl w:val="8506BD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A27238"/>
    <w:multiLevelType w:val="hybridMultilevel"/>
    <w:tmpl w:val="1ED2E8BC"/>
    <w:lvl w:ilvl="0" w:tplc="8814E5B0">
      <w:start w:val="2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903251"/>
    <w:multiLevelType w:val="multilevel"/>
    <w:tmpl w:val="651A0D9A"/>
    <w:styleLink w:val="a"/>
    <w:lvl w:ilvl="0">
      <w:start w:val="1"/>
      <w:numFmt w:val="upperRoman"/>
      <w:pStyle w:val="a0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pStyle w:val="a1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pStyle w:val="a2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3">
    <w:nsid w:val="2DAE398A"/>
    <w:multiLevelType w:val="hybridMultilevel"/>
    <w:tmpl w:val="064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D86F54"/>
    <w:multiLevelType w:val="multilevel"/>
    <w:tmpl w:val="855A616A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F8F197A"/>
    <w:multiLevelType w:val="hybridMultilevel"/>
    <w:tmpl w:val="C1661936"/>
    <w:lvl w:ilvl="0" w:tplc="5CB6337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0E11E43"/>
    <w:multiLevelType w:val="multilevel"/>
    <w:tmpl w:val="7ABE6CEA"/>
    <w:lvl w:ilvl="0">
      <w:start w:val="1"/>
      <w:numFmt w:val="upperRoman"/>
      <w:suff w:val="space"/>
      <w:lvlText w:val="%1."/>
      <w:lvlJc w:val="left"/>
      <w:pPr>
        <w:ind w:left="1277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-56" w:firstLine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firstLine="340"/>
      </w:pPr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7">
    <w:nsid w:val="77AA139E"/>
    <w:multiLevelType w:val="multilevel"/>
    <w:tmpl w:val="A2C28EA2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9">
    <w:abstractNumId w:val="4"/>
  </w:num>
  <w:num w:numId="10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1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  <w:num w:numId="13">
    <w:abstractNumId w:val="2"/>
    <w:lvlOverride w:ilvl="0">
      <w:startOverride w:val="1"/>
      <w:lvl w:ilvl="0">
        <w:start w:val="1"/>
        <w:numFmt w:val="decimal"/>
        <w:pStyle w:val="a0"/>
        <w:lvlText w:val="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a1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a2"/>
        <w:lvlText w:val="%3)"/>
        <w:lvlJc w:val="left"/>
        <w:pPr>
          <w:ind w:firstLine="340"/>
        </w:pPr>
        <w:rPr>
          <w:rFonts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49DA"/>
    <w:rsid w:val="000054C4"/>
    <w:rsid w:val="00013752"/>
    <w:rsid w:val="0003478D"/>
    <w:rsid w:val="0003751D"/>
    <w:rsid w:val="000408DB"/>
    <w:rsid w:val="00097C7D"/>
    <w:rsid w:val="000A5348"/>
    <w:rsid w:val="000A6C93"/>
    <w:rsid w:val="000B46C6"/>
    <w:rsid w:val="000C311B"/>
    <w:rsid w:val="000D2772"/>
    <w:rsid w:val="000E03AB"/>
    <w:rsid w:val="000F1AD9"/>
    <w:rsid w:val="00164C36"/>
    <w:rsid w:val="001A10ED"/>
    <w:rsid w:val="001A2BFF"/>
    <w:rsid w:val="001A3B7B"/>
    <w:rsid w:val="001B7377"/>
    <w:rsid w:val="001D6BE2"/>
    <w:rsid w:val="001E29AA"/>
    <w:rsid w:val="00211A56"/>
    <w:rsid w:val="00255EFD"/>
    <w:rsid w:val="0025734A"/>
    <w:rsid w:val="00275060"/>
    <w:rsid w:val="00286CE5"/>
    <w:rsid w:val="002940FC"/>
    <w:rsid w:val="00295E75"/>
    <w:rsid w:val="002C242A"/>
    <w:rsid w:val="002C34D9"/>
    <w:rsid w:val="002D2300"/>
    <w:rsid w:val="002F6610"/>
    <w:rsid w:val="00300F01"/>
    <w:rsid w:val="00347E51"/>
    <w:rsid w:val="00353DF0"/>
    <w:rsid w:val="003D3A16"/>
    <w:rsid w:val="003D4FC0"/>
    <w:rsid w:val="003D6DDB"/>
    <w:rsid w:val="003E4DDE"/>
    <w:rsid w:val="0040680A"/>
    <w:rsid w:val="00406D11"/>
    <w:rsid w:val="0042238B"/>
    <w:rsid w:val="00477C22"/>
    <w:rsid w:val="00487C58"/>
    <w:rsid w:val="0049197E"/>
    <w:rsid w:val="0049662C"/>
    <w:rsid w:val="004A0680"/>
    <w:rsid w:val="004A3542"/>
    <w:rsid w:val="004A61EC"/>
    <w:rsid w:val="004B051C"/>
    <w:rsid w:val="004C078A"/>
    <w:rsid w:val="00522598"/>
    <w:rsid w:val="00541542"/>
    <w:rsid w:val="00574878"/>
    <w:rsid w:val="0057492A"/>
    <w:rsid w:val="005776F5"/>
    <w:rsid w:val="00580EC4"/>
    <w:rsid w:val="005C17EB"/>
    <w:rsid w:val="005C3E9C"/>
    <w:rsid w:val="005F422E"/>
    <w:rsid w:val="00601E74"/>
    <w:rsid w:val="006052A0"/>
    <w:rsid w:val="006073DF"/>
    <w:rsid w:val="006348BA"/>
    <w:rsid w:val="00637A5E"/>
    <w:rsid w:val="00664CE3"/>
    <w:rsid w:val="00670320"/>
    <w:rsid w:val="00671820"/>
    <w:rsid w:val="00683779"/>
    <w:rsid w:val="00692D1F"/>
    <w:rsid w:val="006A1C12"/>
    <w:rsid w:val="006C59FD"/>
    <w:rsid w:val="006D6742"/>
    <w:rsid w:val="006E6D9E"/>
    <w:rsid w:val="0070781E"/>
    <w:rsid w:val="00720A4C"/>
    <w:rsid w:val="00726138"/>
    <w:rsid w:val="00736EA5"/>
    <w:rsid w:val="00740591"/>
    <w:rsid w:val="00743FC1"/>
    <w:rsid w:val="00782199"/>
    <w:rsid w:val="00791BE4"/>
    <w:rsid w:val="007A27F1"/>
    <w:rsid w:val="007C568A"/>
    <w:rsid w:val="007E5A18"/>
    <w:rsid w:val="007F0331"/>
    <w:rsid w:val="007F1417"/>
    <w:rsid w:val="007F5228"/>
    <w:rsid w:val="00801744"/>
    <w:rsid w:val="008038E2"/>
    <w:rsid w:val="0081044B"/>
    <w:rsid w:val="0081367D"/>
    <w:rsid w:val="00814FCE"/>
    <w:rsid w:val="00825EAA"/>
    <w:rsid w:val="00867B8D"/>
    <w:rsid w:val="008A1AB9"/>
    <w:rsid w:val="008B0987"/>
    <w:rsid w:val="008B4A00"/>
    <w:rsid w:val="008C5D43"/>
    <w:rsid w:val="008D4D66"/>
    <w:rsid w:val="008D7154"/>
    <w:rsid w:val="008F42D3"/>
    <w:rsid w:val="0090352D"/>
    <w:rsid w:val="00916F8B"/>
    <w:rsid w:val="00923CFF"/>
    <w:rsid w:val="00946C86"/>
    <w:rsid w:val="0095078D"/>
    <w:rsid w:val="00951980"/>
    <w:rsid w:val="00961A6B"/>
    <w:rsid w:val="00975A9E"/>
    <w:rsid w:val="00982F45"/>
    <w:rsid w:val="009849F5"/>
    <w:rsid w:val="00995042"/>
    <w:rsid w:val="009B2B3B"/>
    <w:rsid w:val="009B526D"/>
    <w:rsid w:val="009C64B5"/>
    <w:rsid w:val="009D5586"/>
    <w:rsid w:val="009D7CF8"/>
    <w:rsid w:val="009F6129"/>
    <w:rsid w:val="00A05D41"/>
    <w:rsid w:val="00A2015A"/>
    <w:rsid w:val="00A20539"/>
    <w:rsid w:val="00A61093"/>
    <w:rsid w:val="00A71665"/>
    <w:rsid w:val="00A77DA1"/>
    <w:rsid w:val="00A83064"/>
    <w:rsid w:val="00A8741B"/>
    <w:rsid w:val="00AA72E3"/>
    <w:rsid w:val="00AD2EC9"/>
    <w:rsid w:val="00AE158A"/>
    <w:rsid w:val="00AE60A1"/>
    <w:rsid w:val="00B16210"/>
    <w:rsid w:val="00B21300"/>
    <w:rsid w:val="00B27675"/>
    <w:rsid w:val="00B27D04"/>
    <w:rsid w:val="00B420DB"/>
    <w:rsid w:val="00B65267"/>
    <w:rsid w:val="00B67DF5"/>
    <w:rsid w:val="00B91C38"/>
    <w:rsid w:val="00B929E0"/>
    <w:rsid w:val="00BC03A7"/>
    <w:rsid w:val="00BC2AC2"/>
    <w:rsid w:val="00BE1DB1"/>
    <w:rsid w:val="00BE4DF6"/>
    <w:rsid w:val="00C07E46"/>
    <w:rsid w:val="00C449DA"/>
    <w:rsid w:val="00C71817"/>
    <w:rsid w:val="00CA3449"/>
    <w:rsid w:val="00CB1A36"/>
    <w:rsid w:val="00CB464A"/>
    <w:rsid w:val="00CE0FBA"/>
    <w:rsid w:val="00CE2DE4"/>
    <w:rsid w:val="00CE36C6"/>
    <w:rsid w:val="00CE402B"/>
    <w:rsid w:val="00D16637"/>
    <w:rsid w:val="00D17948"/>
    <w:rsid w:val="00D31898"/>
    <w:rsid w:val="00D84320"/>
    <w:rsid w:val="00D84995"/>
    <w:rsid w:val="00D91AE0"/>
    <w:rsid w:val="00D91E8D"/>
    <w:rsid w:val="00D96849"/>
    <w:rsid w:val="00DD34D7"/>
    <w:rsid w:val="00DE5793"/>
    <w:rsid w:val="00E01B95"/>
    <w:rsid w:val="00E02CCF"/>
    <w:rsid w:val="00E22AD4"/>
    <w:rsid w:val="00E67EC3"/>
    <w:rsid w:val="00E870B9"/>
    <w:rsid w:val="00E9362D"/>
    <w:rsid w:val="00EB1F64"/>
    <w:rsid w:val="00ED5C23"/>
    <w:rsid w:val="00EE229B"/>
    <w:rsid w:val="00F26DAB"/>
    <w:rsid w:val="00F26F14"/>
    <w:rsid w:val="00F406E1"/>
    <w:rsid w:val="00F50728"/>
    <w:rsid w:val="00F73EC2"/>
    <w:rsid w:val="00FA07D0"/>
    <w:rsid w:val="00FC774E"/>
    <w:rsid w:val="00FE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9D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49DA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49DA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49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449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8B4A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64C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4CE3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64C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4CE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4C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64CE3"/>
    <w:rPr>
      <w:rFonts w:cs="Times New Roman"/>
      <w:color w:val="0000FF"/>
      <w:u w:val="single"/>
    </w:rPr>
  </w:style>
  <w:style w:type="paragraph" w:customStyle="1" w:styleId="a3">
    <w:name w:val="Текст с отступом"/>
    <w:basedOn w:val="Normal"/>
    <w:uiPriority w:val="99"/>
    <w:rsid w:val="00664CE3"/>
    <w:pPr>
      <w:widowControl w:val="0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styleId="ListParagraph">
    <w:name w:val="List Paragraph"/>
    <w:basedOn w:val="Normal"/>
    <w:uiPriority w:val="99"/>
    <w:qFormat/>
    <w:rsid w:val="00664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23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3CFF"/>
    <w:rPr>
      <w:rFonts w:ascii="Tahoma" w:hAnsi="Tahoma" w:cs="Tahoma"/>
      <w:sz w:val="16"/>
      <w:szCs w:val="16"/>
      <w:lang w:eastAsia="ru-RU"/>
    </w:rPr>
  </w:style>
  <w:style w:type="paragraph" w:customStyle="1" w:styleId="a1">
    <w:name w:val="Пункт"/>
    <w:basedOn w:val="Normal"/>
    <w:uiPriority w:val="99"/>
    <w:rsid w:val="004A0680"/>
    <w:pPr>
      <w:numPr>
        <w:ilvl w:val="1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2">
    <w:name w:val="Подпункт"/>
    <w:basedOn w:val="Normal"/>
    <w:uiPriority w:val="99"/>
    <w:rsid w:val="004A0680"/>
    <w:pPr>
      <w:numPr>
        <w:ilvl w:val="2"/>
        <w:numId w:val="4"/>
      </w:numPr>
      <w:spacing w:after="200" w:line="276" w:lineRule="auto"/>
      <w:jc w:val="both"/>
    </w:pPr>
    <w:rPr>
      <w:sz w:val="28"/>
      <w:szCs w:val="22"/>
      <w:lang w:eastAsia="en-US"/>
    </w:rPr>
  </w:style>
  <w:style w:type="paragraph" w:customStyle="1" w:styleId="a0">
    <w:name w:val="Раздел"/>
    <w:basedOn w:val="Normal"/>
    <w:uiPriority w:val="99"/>
    <w:rsid w:val="004A0680"/>
    <w:pPr>
      <w:numPr>
        <w:numId w:val="4"/>
      </w:numPr>
      <w:spacing w:after="200" w:line="276" w:lineRule="auto"/>
      <w:jc w:val="center"/>
      <w:outlineLvl w:val="0"/>
    </w:pPr>
    <w:rPr>
      <w:b/>
      <w:sz w:val="28"/>
      <w:szCs w:val="22"/>
      <w:lang w:eastAsia="en-US"/>
    </w:rPr>
  </w:style>
  <w:style w:type="paragraph" w:customStyle="1" w:styleId="a4">
    <w:name w:val="Заголовок документа"/>
    <w:basedOn w:val="Normal"/>
    <w:next w:val="a0"/>
    <w:uiPriority w:val="99"/>
    <w:rsid w:val="004A0680"/>
    <w:pPr>
      <w:spacing w:after="200" w:line="276" w:lineRule="auto"/>
      <w:ind w:firstLine="340"/>
      <w:jc w:val="center"/>
    </w:pPr>
    <w:rPr>
      <w:b/>
      <w:sz w:val="32"/>
      <w:szCs w:val="22"/>
      <w:lang w:eastAsia="en-US"/>
    </w:rPr>
  </w:style>
  <w:style w:type="numbering" w:customStyle="1" w:styleId="a">
    <w:name w:val="Структура"/>
    <w:rsid w:val="00175D8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1763</TotalTime>
  <Pages>3</Pages>
  <Words>368</Words>
  <Characters>2102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Home</cp:lastModifiedBy>
  <cp:revision>58</cp:revision>
  <cp:lastPrinted>2015-04-24T03:06:00Z</cp:lastPrinted>
  <dcterms:created xsi:type="dcterms:W3CDTF">2012-10-21T05:35:00Z</dcterms:created>
  <dcterms:modified xsi:type="dcterms:W3CDTF">2015-04-27T07:04:00Z</dcterms:modified>
</cp:coreProperties>
</file>