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4B1" w:rsidRPr="00C205DE" w:rsidRDefault="001124B1" w:rsidP="002C7638">
      <w:pPr>
        <w:tabs>
          <w:tab w:val="left" w:pos="1800"/>
          <w:tab w:val="center" w:pos="7285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ab/>
      </w:r>
      <w:r w:rsidRPr="00C205DE">
        <w:rPr>
          <w:rFonts w:ascii="Times New Roman" w:hAnsi="Times New Roman"/>
          <w:sz w:val="28"/>
          <w:szCs w:val="28"/>
          <w:lang w:val="en-US"/>
        </w:rPr>
        <w:tab/>
        <w:t>C</w:t>
      </w:r>
      <w:r w:rsidRPr="00C205DE">
        <w:rPr>
          <w:rFonts w:ascii="Times New Roman" w:hAnsi="Times New Roman"/>
          <w:sz w:val="28"/>
          <w:szCs w:val="28"/>
        </w:rPr>
        <w:t>ведения</w:t>
      </w:r>
    </w:p>
    <w:p w:rsidR="001124B1" w:rsidRPr="00C205DE" w:rsidRDefault="001124B1" w:rsidP="00ED1B7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205DE"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</w:t>
      </w:r>
    </w:p>
    <w:p w:rsidR="001124B1" w:rsidRPr="00C205DE" w:rsidRDefault="001124B1" w:rsidP="00ED1B7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205DE">
        <w:rPr>
          <w:rFonts w:ascii="Times New Roman" w:hAnsi="Times New Roman"/>
          <w:sz w:val="28"/>
          <w:szCs w:val="28"/>
        </w:rPr>
        <w:t xml:space="preserve">заведующего МБДОУ Детский сад № 33 «Росинка» и членов ее семьи </w:t>
      </w:r>
    </w:p>
    <w:p w:rsidR="001124B1" w:rsidRPr="00C205DE" w:rsidRDefault="001124B1" w:rsidP="00ED1B7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205DE">
        <w:rPr>
          <w:rFonts w:ascii="Times New Roman" w:hAnsi="Times New Roman"/>
          <w:sz w:val="28"/>
          <w:szCs w:val="28"/>
        </w:rPr>
        <w:t>за период с 1 января по 31 декабря 2015 года</w:t>
      </w:r>
    </w:p>
    <w:p w:rsidR="001124B1" w:rsidRPr="001C2E52" w:rsidRDefault="001124B1" w:rsidP="00ED1B7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622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4"/>
        <w:gridCol w:w="1347"/>
        <w:gridCol w:w="1276"/>
        <w:gridCol w:w="1702"/>
        <w:gridCol w:w="1594"/>
        <w:gridCol w:w="1134"/>
        <w:gridCol w:w="1559"/>
        <w:gridCol w:w="1375"/>
        <w:gridCol w:w="1701"/>
        <w:gridCol w:w="1134"/>
        <w:gridCol w:w="1559"/>
      </w:tblGrid>
      <w:tr w:rsidR="001124B1" w:rsidRPr="004F1E55" w:rsidTr="00C205DE">
        <w:trPr>
          <w:trHeight w:val="151"/>
        </w:trPr>
        <w:tc>
          <w:tcPr>
            <w:tcW w:w="1844" w:type="dxa"/>
            <w:vMerge w:val="restart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Ф.И.О. муниципального служащего;</w:t>
            </w:r>
          </w:p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супруга (супруг) и несовершеннолетние дети руководителя</w:t>
            </w:r>
          </w:p>
        </w:tc>
        <w:tc>
          <w:tcPr>
            <w:tcW w:w="1347" w:type="dxa"/>
            <w:vMerge w:val="restart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Сведения об источнике получения средств, за счет которых совершена сделка (вид приобретенного имущества, источники)</w:t>
            </w:r>
          </w:p>
        </w:tc>
        <w:tc>
          <w:tcPr>
            <w:tcW w:w="1276" w:type="dxa"/>
            <w:vMerge w:val="restart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 xml:space="preserve">Общая сумма декларированного годового дохода </w:t>
            </w:r>
          </w:p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за 2015 г. (руб.)</w:t>
            </w:r>
          </w:p>
        </w:tc>
        <w:tc>
          <w:tcPr>
            <w:tcW w:w="7364" w:type="dxa"/>
            <w:gridSpan w:val="5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1124B1" w:rsidRPr="004F1E55" w:rsidTr="00C205DE">
        <w:trPr>
          <w:trHeight w:val="150"/>
        </w:trPr>
        <w:tc>
          <w:tcPr>
            <w:tcW w:w="1844" w:type="dxa"/>
            <w:vMerge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7" w:type="dxa"/>
            <w:vMerge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594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1134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559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375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Транспортные средства</w:t>
            </w:r>
          </w:p>
        </w:tc>
        <w:tc>
          <w:tcPr>
            <w:tcW w:w="1701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134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Площадь (кв.м)</w:t>
            </w:r>
          </w:p>
        </w:tc>
        <w:tc>
          <w:tcPr>
            <w:tcW w:w="1559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Страна расположения</w:t>
            </w:r>
          </w:p>
        </w:tc>
      </w:tr>
      <w:tr w:rsidR="001124B1" w:rsidRPr="004F1E55" w:rsidTr="00C205DE">
        <w:trPr>
          <w:trHeight w:val="150"/>
        </w:trPr>
        <w:tc>
          <w:tcPr>
            <w:tcW w:w="1844" w:type="dxa"/>
          </w:tcPr>
          <w:p w:rsidR="001124B1" w:rsidRPr="004F1E55" w:rsidRDefault="001124B1" w:rsidP="00C205DE">
            <w:pPr>
              <w:spacing w:after="0" w:line="240" w:lineRule="auto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Кашина Оксана Александровна</w:t>
            </w:r>
          </w:p>
        </w:tc>
        <w:tc>
          <w:tcPr>
            <w:tcW w:w="1347" w:type="dxa"/>
          </w:tcPr>
          <w:p w:rsidR="001124B1" w:rsidRPr="004F1E55" w:rsidRDefault="001124B1" w:rsidP="009615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w="1276" w:type="dxa"/>
          </w:tcPr>
          <w:p w:rsidR="001124B1" w:rsidRPr="004F1E55" w:rsidRDefault="001124B1" w:rsidP="00961592">
            <w:pPr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415</w:t>
            </w:r>
            <w:r>
              <w:rPr>
                <w:rFonts w:ascii="Times New Roman" w:hAnsi="Times New Roman"/>
              </w:rPr>
              <w:t xml:space="preserve"> </w:t>
            </w:r>
            <w:r w:rsidRPr="004F1E55">
              <w:rPr>
                <w:rFonts w:ascii="Times New Roman" w:hAnsi="Times New Roman"/>
              </w:rPr>
              <w:t>345,04</w:t>
            </w:r>
          </w:p>
        </w:tc>
        <w:tc>
          <w:tcPr>
            <w:tcW w:w="1702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-</w:t>
            </w:r>
          </w:p>
        </w:tc>
        <w:tc>
          <w:tcPr>
            <w:tcW w:w="1594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-</w:t>
            </w:r>
          </w:p>
        </w:tc>
        <w:tc>
          <w:tcPr>
            <w:tcW w:w="1375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двухкомнатная </w:t>
            </w:r>
            <w:r w:rsidRPr="004F1E55">
              <w:rPr>
                <w:rFonts w:ascii="Times New Roman" w:hAnsi="Times New Roman"/>
              </w:rPr>
              <w:t xml:space="preserve"> комнатная квартира</w:t>
            </w:r>
          </w:p>
        </w:tc>
        <w:tc>
          <w:tcPr>
            <w:tcW w:w="1134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48 ,0</w:t>
            </w:r>
          </w:p>
        </w:tc>
        <w:tc>
          <w:tcPr>
            <w:tcW w:w="1559" w:type="dxa"/>
          </w:tcPr>
          <w:p w:rsidR="001124B1" w:rsidRPr="004F1E55" w:rsidRDefault="001124B1" w:rsidP="0096159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F1E55">
              <w:rPr>
                <w:rFonts w:ascii="Times New Roman" w:hAnsi="Times New Roman"/>
              </w:rPr>
              <w:t>Россия</w:t>
            </w:r>
          </w:p>
        </w:tc>
      </w:tr>
    </w:tbl>
    <w:p w:rsidR="001124B1" w:rsidRDefault="001124B1" w:rsidP="00ED1B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24B1" w:rsidRDefault="001124B1" w:rsidP="00ED1B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24B1" w:rsidRDefault="001124B1"/>
    <w:sectPr w:rsidR="001124B1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1B7B"/>
    <w:rsid w:val="001124B1"/>
    <w:rsid w:val="001C2E52"/>
    <w:rsid w:val="00273998"/>
    <w:rsid w:val="002C7638"/>
    <w:rsid w:val="003F0889"/>
    <w:rsid w:val="004F1E55"/>
    <w:rsid w:val="007A62B4"/>
    <w:rsid w:val="007F72A1"/>
    <w:rsid w:val="0089456B"/>
    <w:rsid w:val="00961592"/>
    <w:rsid w:val="00A776CA"/>
    <w:rsid w:val="00B62A11"/>
    <w:rsid w:val="00C205DE"/>
    <w:rsid w:val="00D573F3"/>
    <w:rsid w:val="00ED1B7B"/>
    <w:rsid w:val="00F9354D"/>
    <w:rsid w:val="00FA2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B7B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D1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1B7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133</Words>
  <Characters>759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uo-242</cp:lastModifiedBy>
  <cp:revision>6</cp:revision>
  <cp:lastPrinted>2016-04-06T07:05:00Z</cp:lastPrinted>
  <dcterms:created xsi:type="dcterms:W3CDTF">2016-03-11T05:28:00Z</dcterms:created>
  <dcterms:modified xsi:type="dcterms:W3CDTF">2016-04-06T06:48:00Z</dcterms:modified>
</cp:coreProperties>
</file>